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F95B76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5B76" w:rsidRDefault="00F95B76" w:rsidP="006B285E">
            <w:pPr>
              <w:ind w:left="3969"/>
              <w:jc w:val="right"/>
            </w:pPr>
          </w:p>
        </w:tc>
      </w:tr>
      <w:tr w:rsidR="00F95B76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5B76" w:rsidRPr="0016763C" w:rsidRDefault="00F95B76" w:rsidP="008D2336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Приложение № 6</w:t>
            </w:r>
          </w:p>
        </w:tc>
      </w:tr>
      <w:tr w:rsidR="00F95B76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F95B76" w:rsidRPr="0016763C" w:rsidRDefault="00F95B76" w:rsidP="0016763C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к решению «О бюджете Мглинского</w:t>
            </w:r>
            <w:r>
              <w:rPr>
                <w:sz w:val="27"/>
                <w:szCs w:val="27"/>
              </w:rPr>
              <w:t xml:space="preserve"> муниципального</w:t>
            </w:r>
          </w:p>
        </w:tc>
      </w:tr>
      <w:tr w:rsidR="00F95B76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F95B76" w:rsidRPr="0016763C" w:rsidRDefault="00F95B76" w:rsidP="00891F5A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района Брянской области</w:t>
            </w:r>
            <w:r>
              <w:rPr>
                <w:sz w:val="27"/>
                <w:szCs w:val="27"/>
              </w:rPr>
              <w:t xml:space="preserve"> на 2020 год и на плановый</w:t>
            </w:r>
          </w:p>
          <w:p w:rsidR="00F95B76" w:rsidRPr="0016763C" w:rsidRDefault="00F95B76" w:rsidP="00891F5A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период 2021 и 2022 годов»     </w:t>
            </w:r>
          </w:p>
          <w:p w:rsidR="00F95B76" w:rsidRPr="0016763C" w:rsidRDefault="00F95B76" w:rsidP="00891F5A">
            <w:pPr>
              <w:jc w:val="right"/>
              <w:rPr>
                <w:sz w:val="27"/>
                <w:szCs w:val="27"/>
              </w:rPr>
            </w:pPr>
          </w:p>
        </w:tc>
      </w:tr>
      <w:tr w:rsidR="00F95B76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F95B76" w:rsidRDefault="00F95B76" w:rsidP="00891F5A">
            <w:pPr>
              <w:jc w:val="right"/>
            </w:pPr>
            <w:r w:rsidRPr="00991DE2">
              <w:rPr>
                <w:sz w:val="27"/>
                <w:szCs w:val="27"/>
              </w:rPr>
              <w:t>от "</w:t>
            </w:r>
            <w:r>
              <w:rPr>
                <w:sz w:val="27"/>
                <w:szCs w:val="27"/>
              </w:rPr>
              <w:t xml:space="preserve">16 </w:t>
            </w:r>
            <w:r w:rsidRPr="00991DE2">
              <w:rPr>
                <w:sz w:val="27"/>
                <w:szCs w:val="27"/>
              </w:rPr>
              <w:t xml:space="preserve">" </w:t>
            </w:r>
            <w:r>
              <w:rPr>
                <w:sz w:val="27"/>
                <w:szCs w:val="27"/>
              </w:rPr>
              <w:t>декабря</w:t>
            </w:r>
            <w:r w:rsidRPr="00991DE2">
              <w:rPr>
                <w:sz w:val="27"/>
                <w:szCs w:val="27"/>
              </w:rPr>
              <w:t xml:space="preserve"> 2019 года №</w:t>
            </w:r>
            <w:r>
              <w:rPr>
                <w:sz w:val="27"/>
                <w:szCs w:val="27"/>
              </w:rPr>
              <w:t xml:space="preserve"> 6-43</w:t>
            </w:r>
            <w:r w:rsidRPr="00991DE2">
              <w:rPr>
                <w:sz w:val="27"/>
                <w:szCs w:val="27"/>
              </w:rPr>
              <w:t xml:space="preserve"> </w:t>
            </w:r>
          </w:p>
        </w:tc>
      </w:tr>
      <w:tr w:rsidR="00F95B76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F95B76" w:rsidRPr="0016763C" w:rsidRDefault="00F95B76" w:rsidP="00891F5A">
            <w:pPr>
              <w:jc w:val="right"/>
              <w:rPr>
                <w:sz w:val="27"/>
                <w:szCs w:val="27"/>
              </w:rPr>
            </w:pPr>
          </w:p>
          <w:p w:rsidR="00F95B76" w:rsidRPr="0016763C" w:rsidRDefault="00F95B76" w:rsidP="00891F5A">
            <w:pPr>
              <w:jc w:val="right"/>
              <w:rPr>
                <w:sz w:val="27"/>
                <w:szCs w:val="27"/>
              </w:rPr>
            </w:pPr>
          </w:p>
        </w:tc>
      </w:tr>
      <w:tr w:rsidR="00F95B76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95B76" w:rsidRDefault="00F95B76" w:rsidP="00891F5A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5B76" w:rsidRDefault="00F95B76" w:rsidP="00891F5A">
            <w:pPr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5B76" w:rsidRDefault="00F95B76" w:rsidP="00891F5A">
            <w:pPr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5B76" w:rsidRDefault="00F95B76" w:rsidP="00891F5A">
            <w:pPr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5B76" w:rsidRDefault="00F95B76" w:rsidP="00891F5A">
            <w:pPr>
              <w:jc w:val="right"/>
            </w:pPr>
          </w:p>
        </w:tc>
      </w:tr>
    </w:tbl>
    <w:p w:rsidR="00F95B76" w:rsidRDefault="00F95B76" w:rsidP="0000175E">
      <w:pPr>
        <w:ind w:left="5664" w:firstLine="96"/>
      </w:pPr>
    </w:p>
    <w:p w:rsidR="00F95B76" w:rsidRPr="008F2727" w:rsidRDefault="00F95B76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F95B76" w:rsidRPr="008F2727" w:rsidRDefault="00F95B76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>
        <w:rPr>
          <w:b/>
          <w:sz w:val="28"/>
          <w:szCs w:val="28"/>
        </w:rPr>
        <w:t xml:space="preserve"> района</w:t>
      </w:r>
      <w:bookmarkStart w:id="0" w:name="_GoBack"/>
      <w:bookmarkEnd w:id="0"/>
      <w:r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F95B76" w:rsidRDefault="00F95B76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F95B76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Pr="0000175E" w:rsidRDefault="00F95B7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F95B76" w:rsidRDefault="00F95B7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F95B76" w:rsidRDefault="00F95B7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F95B76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Pr="0000175E" w:rsidRDefault="00F95B7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Pr="0000175E" w:rsidRDefault="00F95B7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76" w:rsidRDefault="00F95B76" w:rsidP="009228E5">
            <w:pPr>
              <w:rPr>
                <w:szCs w:val="20"/>
              </w:rPr>
            </w:pPr>
          </w:p>
        </w:tc>
      </w:tr>
      <w:tr w:rsidR="00F95B76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95B7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95B7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F95B7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F95B7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F95B76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Pr="00F03D20" w:rsidRDefault="00F95B76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rPr>
                <w:lang w:eastAsia="en-US"/>
              </w:rPr>
              <w:t>1 03 02231 01 0000 110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F95B76" w:rsidRDefault="00F95B76" w:rsidP="009228E5">
            <w:pPr>
              <w:jc w:val="both"/>
              <w:rPr>
                <w:bCs/>
              </w:rPr>
            </w:pP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rPr>
                <w:lang w:eastAsia="en-US"/>
              </w:rPr>
              <w:t>1 03 02241 01 0000 110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F95B76" w:rsidRDefault="00F95B76" w:rsidP="009228E5">
            <w:pPr>
              <w:jc w:val="both"/>
              <w:rPr>
                <w:bCs/>
              </w:rPr>
            </w:pP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rPr>
                <w:lang w:eastAsia="en-US"/>
              </w:rPr>
              <w:t>1 03 02251 01 0000 110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F95B76" w:rsidRDefault="00F95B76" w:rsidP="009228E5">
            <w:pPr>
              <w:jc w:val="both"/>
              <w:rPr>
                <w:bCs/>
              </w:rPr>
            </w:pP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rPr>
                <w:lang w:eastAsia="en-US"/>
              </w:rPr>
              <w:t>1 03 02261 01 0000 110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F95B76" w:rsidRDefault="00F95B76" w:rsidP="009228E5">
            <w:pPr>
              <w:jc w:val="both"/>
              <w:rPr>
                <w:bCs/>
              </w:rPr>
            </w:pPr>
          </w:p>
        </w:tc>
      </w:tr>
      <w:tr w:rsidR="00F95B7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F95B76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F95B76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F95B76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F95B7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76" w:rsidRDefault="00F95B7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</w:tbl>
    <w:p w:rsidR="00F95B76" w:rsidRDefault="00F95B76" w:rsidP="0000175E"/>
    <w:p w:rsidR="00F95B76" w:rsidRDefault="00F95B76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 классификации в пределах определенной законодательством Российской Федерации компетенции.</w:t>
      </w:r>
    </w:p>
    <w:p w:rsidR="00F95B76" w:rsidRPr="008F2727" w:rsidRDefault="00F95B76" w:rsidP="00970A2E">
      <w:pPr>
        <w:autoSpaceDE w:val="0"/>
        <w:autoSpaceDN w:val="0"/>
        <w:adjustRightInd w:val="0"/>
        <w:ind w:left="-720" w:firstLine="540"/>
        <w:jc w:val="both"/>
        <w:rPr>
          <w:bCs/>
          <w:sz w:val="32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sectPr w:rsidR="00F95B76" w:rsidRPr="008F2727" w:rsidSect="0036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D7028"/>
    <w:rsid w:val="00110B7B"/>
    <w:rsid w:val="0013068D"/>
    <w:rsid w:val="0016763C"/>
    <w:rsid w:val="0020517A"/>
    <w:rsid w:val="00263785"/>
    <w:rsid w:val="002F5E40"/>
    <w:rsid w:val="00311A2C"/>
    <w:rsid w:val="0036013D"/>
    <w:rsid w:val="004943C1"/>
    <w:rsid w:val="004A5A4A"/>
    <w:rsid w:val="00562484"/>
    <w:rsid w:val="00650365"/>
    <w:rsid w:val="006B285E"/>
    <w:rsid w:val="006B6638"/>
    <w:rsid w:val="006E0331"/>
    <w:rsid w:val="007041A5"/>
    <w:rsid w:val="00751796"/>
    <w:rsid w:val="0082082D"/>
    <w:rsid w:val="008650E2"/>
    <w:rsid w:val="00891F5A"/>
    <w:rsid w:val="008A7257"/>
    <w:rsid w:val="008C7F01"/>
    <w:rsid w:val="008D2336"/>
    <w:rsid w:val="008F2727"/>
    <w:rsid w:val="009228E5"/>
    <w:rsid w:val="0094613E"/>
    <w:rsid w:val="00970A2E"/>
    <w:rsid w:val="00991DE2"/>
    <w:rsid w:val="00A67F6F"/>
    <w:rsid w:val="00B5483C"/>
    <w:rsid w:val="00B64C4D"/>
    <w:rsid w:val="00BE20C5"/>
    <w:rsid w:val="00C173AD"/>
    <w:rsid w:val="00CD3478"/>
    <w:rsid w:val="00D91781"/>
    <w:rsid w:val="00EC1ED4"/>
    <w:rsid w:val="00EF75F6"/>
    <w:rsid w:val="00F03D20"/>
    <w:rsid w:val="00F9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608</Words>
  <Characters>3469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15</cp:revision>
  <cp:lastPrinted>2019-12-19T13:34:00Z</cp:lastPrinted>
  <dcterms:created xsi:type="dcterms:W3CDTF">2018-11-01T07:10:00Z</dcterms:created>
  <dcterms:modified xsi:type="dcterms:W3CDTF">2019-12-17T05:25:00Z</dcterms:modified>
</cp:coreProperties>
</file>